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ARM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216A13" w:rsidRDefault="00216A13" w:rsidP="0009010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ENG7-9.9</w:t>
            </w:r>
          </w:p>
          <w:p w:rsidR="000348ED" w:rsidRPr="006435AC" w:rsidRDefault="00216A13" w:rsidP="00090100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Formerly </w:t>
            </w:r>
            <w:bookmarkStart w:id="0" w:name="_GoBack"/>
            <w:bookmarkEnd w:id="0"/>
            <w:r w:rsidR="00BE3A37">
              <w:rPr>
                <w:rFonts w:ascii="Calibri" w:hAnsi="Calibri"/>
              </w:rPr>
              <w:t>ARM6-</w:t>
            </w:r>
            <w:r w:rsidR="0055191E">
              <w:rPr>
                <w:rFonts w:ascii="Calibri" w:hAnsi="Calibri"/>
              </w:rPr>
              <w:t>12.1.1</w:t>
            </w:r>
            <w:r w:rsidR="00090100">
              <w:rPr>
                <w:rFonts w:ascii="Calibri" w:hAnsi="Calibri"/>
              </w:rPr>
              <w:t>7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792E0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ENAV</w:t>
            </w:r>
            <w:r w:rsidR="006D67C9">
              <w:rPr>
                <w:rFonts w:ascii="Calibri" w:hAnsi="Calibri"/>
              </w:rPr>
              <w:t>, ENG, 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="00902AA4" w:rsidRPr="00A021E3">
              <w:rPr>
                <w:rFonts w:ascii="Calibri" w:hAnsi="Calibri"/>
              </w:rPr>
              <w:t>Committee</w:t>
            </w:r>
            <w:r w:rsidR="006D67C9">
              <w:rPr>
                <w:rFonts w:ascii="Calibri" w:hAnsi="Calibri"/>
              </w:rPr>
              <w:t>s</w:t>
            </w:r>
          </w:p>
        </w:tc>
        <w:tc>
          <w:tcPr>
            <w:tcW w:w="5461" w:type="dxa"/>
          </w:tcPr>
          <w:p w:rsidR="000348ED" w:rsidRPr="006435AC" w:rsidRDefault="0055191E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 April 2017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BE3A37" w:rsidP="005D05AC">
      <w:pPr>
        <w:pStyle w:val="Title"/>
        <w:spacing w:after="120"/>
        <w:rPr>
          <w:rFonts w:ascii="Calibri" w:hAnsi="Calibri"/>
          <w:color w:val="00558C"/>
        </w:rPr>
      </w:pPr>
      <w:r w:rsidRPr="00792E06">
        <w:rPr>
          <w:rFonts w:ascii="Calibri" w:hAnsi="Calibri"/>
          <w:color w:val="00558C"/>
          <w:u w:val="double"/>
        </w:rPr>
        <w:t xml:space="preserve">Final </w:t>
      </w:r>
      <w:r w:rsidR="006D67C9" w:rsidRPr="00792E06">
        <w:rPr>
          <w:rFonts w:ascii="Calibri" w:hAnsi="Calibri"/>
          <w:color w:val="00558C"/>
          <w:u w:val="double"/>
        </w:rPr>
        <w:t>Reminder</w:t>
      </w:r>
      <w:r w:rsidR="006D67C9">
        <w:rPr>
          <w:rFonts w:ascii="Calibri" w:hAnsi="Calibri"/>
          <w:color w:val="00558C"/>
        </w:rPr>
        <w:t xml:space="preserve"> on NAVGUIDE</w:t>
      </w:r>
    </w:p>
    <w:p w:rsidR="0064435F" w:rsidRPr="006435AC" w:rsidRDefault="007211B3" w:rsidP="00E66034">
      <w:pPr>
        <w:pStyle w:val="Heading1"/>
      </w:pPr>
      <w:r>
        <w:t>NAVGUIDE Updates</w:t>
      </w:r>
    </w:p>
    <w:p w:rsidR="007211B3" w:rsidRDefault="007211B3" w:rsidP="007211B3">
      <w:pPr>
        <w:pStyle w:val="BodyText"/>
      </w:pPr>
      <w:r>
        <w:t>The ARM Committee</w:t>
      </w:r>
      <w:r w:rsidR="009A1AB2">
        <w:t xml:space="preserve"> would like to thank all Members who have contributed so far to the NAVGUIDE Wiki. </w:t>
      </w:r>
      <w:r>
        <w:t xml:space="preserve"> </w:t>
      </w:r>
      <w:r w:rsidR="009A1AB2">
        <w:t>The Wiki has made a huge improvement to how the NAVGUIDE is produced. T</w:t>
      </w:r>
      <w:r w:rsidR="00BE3A37">
        <w:t>here is</w:t>
      </w:r>
      <w:r>
        <w:t xml:space="preserve"> only </w:t>
      </w:r>
      <w:r w:rsidR="00BE3A37">
        <w:t>one more session</w:t>
      </w:r>
      <w:r>
        <w:t xml:space="preserve"> of work before the 2018 IALA Conference where the updated version of the NAVGUIDE will be launched.  All IALA Committees are therefore reque</w:t>
      </w:r>
      <w:r w:rsidR="002831CF">
        <w:t>sted to finalise their inputs for the NAVGUI</w:t>
      </w:r>
      <w:r w:rsidR="00BE3A37">
        <w:t>DE, no later than ARM7</w:t>
      </w:r>
      <w:r w:rsidR="00792E06">
        <w:t xml:space="preserve"> in October 2017</w:t>
      </w:r>
      <w:r>
        <w:t>.</w:t>
      </w:r>
    </w:p>
    <w:p w:rsidR="002831CF" w:rsidRDefault="002831CF" w:rsidP="007211B3">
      <w:pPr>
        <w:pStyle w:val="BodyText"/>
      </w:pPr>
      <w:r w:rsidRPr="00AA0B99">
        <w:t xml:space="preserve">The latest NAVGUIDE tracking document is </w:t>
      </w:r>
      <w:r w:rsidR="00AA0B99" w:rsidRPr="00AA0B99">
        <w:t>att</w:t>
      </w:r>
      <w:r w:rsidR="00BE3A37">
        <w:t>ached to this liaison note (ARM6</w:t>
      </w:r>
      <w:r w:rsidR="00AA0B99" w:rsidRPr="00AA0B99">
        <w:t>-</w:t>
      </w:r>
      <w:r w:rsidR="0055191E">
        <w:t>12.1.1</w:t>
      </w:r>
      <w:r w:rsidR="00B11DD2">
        <w:t>8</w:t>
      </w:r>
      <w:r w:rsidR="00AA0B99" w:rsidRPr="00AA0B99">
        <w:t xml:space="preserve">). </w:t>
      </w:r>
      <w:r w:rsidR="00883AF0" w:rsidRPr="00AA0B99">
        <w:t>All Committees are requested to update this sheet with progress to date and save any updates as a different version</w:t>
      </w:r>
      <w:r w:rsidR="00153CA5" w:rsidRPr="00AA0B99">
        <w:t xml:space="preserve"> prefixed with the Committee name e.g. …ENGv2</w:t>
      </w:r>
      <w:r w:rsidR="00883AF0" w:rsidRPr="00AA0B99">
        <w:t>.</w:t>
      </w:r>
    </w:p>
    <w:p w:rsidR="007211B3" w:rsidRDefault="007211B3" w:rsidP="007211B3">
      <w:pPr>
        <w:pStyle w:val="BodyText"/>
      </w:pPr>
      <w:r>
        <w:t>Committee members are also requested to submit any relevant photographs or other images for inclusion in the NAVGUIDE</w:t>
      </w:r>
      <w:r w:rsidR="002831CF">
        <w:t xml:space="preserve"> on the same timescales</w:t>
      </w:r>
      <w:r>
        <w:t xml:space="preserve">.  These should be sent </w:t>
      </w:r>
      <w:r w:rsidR="00153CA5">
        <w:t xml:space="preserve">either </w:t>
      </w:r>
      <w:r>
        <w:t xml:space="preserve">to the ARM Committee </w:t>
      </w:r>
      <w:r w:rsidR="001D7B8D">
        <w:t>S</w:t>
      </w:r>
      <w:r>
        <w:t xml:space="preserve">ecretary at </w:t>
      </w:r>
      <w:hyperlink r:id="rId7" w:history="1">
        <w:r w:rsidRPr="003D4F54">
          <w:rPr>
            <w:rStyle w:val="Hyperlink"/>
          </w:rPr>
          <w:t>wim.vdh@iala-aism.org</w:t>
        </w:r>
      </w:hyperlink>
      <w:r w:rsidR="00883AF0">
        <w:t xml:space="preserve"> or </w:t>
      </w:r>
      <w:r w:rsidR="00AA0B99">
        <w:t xml:space="preserve">to the general IALA e-mail: </w:t>
      </w:r>
      <w:hyperlink r:id="rId8" w:history="1">
        <w:r w:rsidR="00AA0B99" w:rsidRPr="00DA2295">
          <w:rPr>
            <w:rStyle w:val="Hyperlink"/>
          </w:rPr>
          <w:t>committees@iala-aism.org</w:t>
        </w:r>
      </w:hyperlink>
      <w:r w:rsidR="005F4181" w:rsidRPr="00AA0B99">
        <w:t>.</w:t>
      </w:r>
      <w:r w:rsidR="00AA0B99">
        <w:t xml:space="preserve"> For bulky contributions</w:t>
      </w:r>
      <w:r w:rsidR="001D7B8D">
        <w:t xml:space="preserve"> (more photographs with high resolution) please contact the ARM Committee Secretary.</w:t>
      </w:r>
    </w:p>
    <w:p w:rsidR="009F5C36" w:rsidRPr="006435AC" w:rsidRDefault="00AA76C0" w:rsidP="004B3CFB">
      <w:pPr>
        <w:pStyle w:val="Heading1"/>
        <w:jc w:val="both"/>
      </w:pPr>
      <w:r w:rsidRPr="006435AC">
        <w:t>Action requested</w:t>
      </w:r>
    </w:p>
    <w:p w:rsidR="004C220D" w:rsidRPr="006435AC" w:rsidRDefault="007211B3" w:rsidP="004B3CFB">
      <w:pPr>
        <w:pStyle w:val="BodyText"/>
      </w:pPr>
      <w:r>
        <w:t>All IALA</w:t>
      </w:r>
      <w:r w:rsidR="00A021E3">
        <w:t xml:space="preserve"> Committee</w:t>
      </w:r>
      <w:r>
        <w:t>s are</w:t>
      </w:r>
      <w:r w:rsidR="00902AA4" w:rsidRPr="006435AC">
        <w:t xml:space="preserve"> requested to</w:t>
      </w:r>
      <w:r w:rsidR="00630F7F" w:rsidRPr="006435AC">
        <w:t>:</w:t>
      </w:r>
    </w:p>
    <w:p w:rsidR="005D05AC" w:rsidRDefault="007211B3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Provide remaining NAVGUIDE updates t</w:t>
      </w:r>
      <w:r w:rsidR="00BE3A37">
        <w:rPr>
          <w:rFonts w:ascii="Calibri" w:hAnsi="Calibri"/>
          <w:lang w:val="en-GB"/>
        </w:rPr>
        <w:t>o the ARM Committee before ARM7</w:t>
      </w:r>
      <w:r w:rsidR="009A1AB2">
        <w:rPr>
          <w:rFonts w:ascii="Calibri" w:hAnsi="Calibri"/>
          <w:lang w:val="en-GB"/>
        </w:rPr>
        <w:t xml:space="preserve"> via the NAVGUIDE Wiki</w:t>
      </w:r>
      <w:r>
        <w:rPr>
          <w:rFonts w:ascii="Calibri" w:hAnsi="Calibri"/>
          <w:lang w:val="en-GB"/>
        </w:rPr>
        <w:t>.</w:t>
      </w:r>
    </w:p>
    <w:p w:rsidR="00883AF0" w:rsidRDefault="00883AF0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Update the NAVGUIDE tracking sheet with progress to date.</w:t>
      </w:r>
    </w:p>
    <w:p w:rsidR="00883AF0" w:rsidRPr="00AA0B99" w:rsidRDefault="007211B3" w:rsidP="00883AF0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 w:rsidRPr="00AA0B99">
        <w:rPr>
          <w:rFonts w:ascii="Calibri" w:hAnsi="Calibri"/>
          <w:lang w:val="en-GB"/>
        </w:rPr>
        <w:t>Provide relevant photographs or other images to the ARM Committee Secretary</w:t>
      </w:r>
      <w:r w:rsidR="00883AF0" w:rsidRPr="00AA0B99">
        <w:rPr>
          <w:rFonts w:ascii="Calibri" w:hAnsi="Calibri"/>
          <w:lang w:val="en-GB"/>
        </w:rPr>
        <w:t xml:space="preserve"> or </w:t>
      </w:r>
      <w:r w:rsidR="00AA0B99" w:rsidRPr="00AA0B99">
        <w:rPr>
          <w:rFonts w:ascii="Calibri" w:hAnsi="Calibri"/>
          <w:lang w:val="en-GB"/>
        </w:rPr>
        <w:t>the IALA Committees e-mail</w:t>
      </w:r>
      <w:r w:rsidR="00BE3A37">
        <w:rPr>
          <w:rFonts w:ascii="Calibri" w:hAnsi="Calibri"/>
          <w:lang w:val="en-GB"/>
        </w:rPr>
        <w:t xml:space="preserve"> prior to ARM</w:t>
      </w:r>
      <w:r w:rsidRPr="00AA0B99">
        <w:rPr>
          <w:rFonts w:ascii="Calibri" w:hAnsi="Calibri"/>
          <w:lang w:val="en-GB"/>
        </w:rPr>
        <w:t>7.</w:t>
      </w:r>
      <w:r w:rsidR="00AA0B99">
        <w:rPr>
          <w:rFonts w:ascii="Calibri" w:hAnsi="Calibri"/>
          <w:lang w:val="en-GB"/>
        </w:rPr>
        <w:t xml:space="preserve"> For bulky inputs please contact the ARM Secretary.</w:t>
      </w:r>
    </w:p>
    <w:sectPr w:rsidR="00883AF0" w:rsidRPr="00AA0B99" w:rsidSect="00344276">
      <w:headerReference w:type="default" r:id="rId9"/>
      <w:footerReference w:type="default" r:id="rId10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4CD" w:rsidRDefault="00BB54CD" w:rsidP="00002906">
      <w:r>
        <w:separator/>
      </w:r>
    </w:p>
  </w:endnote>
  <w:endnote w:type="continuationSeparator" w:id="0">
    <w:p w:rsidR="00BB54CD" w:rsidRDefault="00BB54C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16A1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4CD" w:rsidRDefault="00BB54CD" w:rsidP="00002906">
      <w:r>
        <w:separator/>
      </w:r>
    </w:p>
  </w:footnote>
  <w:footnote w:type="continuationSeparator" w:id="0">
    <w:p w:rsidR="00BB54CD" w:rsidRDefault="00BB54CD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E970E9">
    <w:pPr>
      <w:pStyle w:val="Header"/>
    </w:pPr>
    <w:r>
      <w:rPr>
        <w:noProof/>
        <w:lang w:val="en-IE" w:eastAsia="en-IE"/>
      </w:rPr>
      <w:drawing>
        <wp:inline distT="0" distB="0" distL="0" distR="0">
          <wp:extent cx="751205" cy="72961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20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7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57169"/>
    <w:rsid w:val="00073774"/>
    <w:rsid w:val="00090100"/>
    <w:rsid w:val="000A5A01"/>
    <w:rsid w:val="001039FE"/>
    <w:rsid w:val="00135447"/>
    <w:rsid w:val="00152273"/>
    <w:rsid w:val="00153CA5"/>
    <w:rsid w:val="00182412"/>
    <w:rsid w:val="001A654A"/>
    <w:rsid w:val="001C74CF"/>
    <w:rsid w:val="001C75B3"/>
    <w:rsid w:val="001D7B8D"/>
    <w:rsid w:val="00216A13"/>
    <w:rsid w:val="002831CF"/>
    <w:rsid w:val="002F3C24"/>
    <w:rsid w:val="00344276"/>
    <w:rsid w:val="003D55DD"/>
    <w:rsid w:val="003E1831"/>
    <w:rsid w:val="00424954"/>
    <w:rsid w:val="00443652"/>
    <w:rsid w:val="004B3CFB"/>
    <w:rsid w:val="004C1386"/>
    <w:rsid w:val="004C220D"/>
    <w:rsid w:val="0055191E"/>
    <w:rsid w:val="00584FE5"/>
    <w:rsid w:val="005D05AC"/>
    <w:rsid w:val="005D173F"/>
    <w:rsid w:val="005F4181"/>
    <w:rsid w:val="00630F7F"/>
    <w:rsid w:val="006435AC"/>
    <w:rsid w:val="0064435F"/>
    <w:rsid w:val="00650FC0"/>
    <w:rsid w:val="006A4867"/>
    <w:rsid w:val="006D470F"/>
    <w:rsid w:val="006D67C9"/>
    <w:rsid w:val="0070375C"/>
    <w:rsid w:val="007211B3"/>
    <w:rsid w:val="00727E88"/>
    <w:rsid w:val="00763C9F"/>
    <w:rsid w:val="00775878"/>
    <w:rsid w:val="00792E06"/>
    <w:rsid w:val="0080092C"/>
    <w:rsid w:val="00817314"/>
    <w:rsid w:val="0086446B"/>
    <w:rsid w:val="00872453"/>
    <w:rsid w:val="00883AF0"/>
    <w:rsid w:val="008F13DD"/>
    <w:rsid w:val="00902AA4"/>
    <w:rsid w:val="00932397"/>
    <w:rsid w:val="009A1AB2"/>
    <w:rsid w:val="009F3B6C"/>
    <w:rsid w:val="009F5C36"/>
    <w:rsid w:val="00A021E3"/>
    <w:rsid w:val="00A27F12"/>
    <w:rsid w:val="00A30579"/>
    <w:rsid w:val="00A53933"/>
    <w:rsid w:val="00A618BD"/>
    <w:rsid w:val="00AA0B99"/>
    <w:rsid w:val="00AA76C0"/>
    <w:rsid w:val="00AC4B3B"/>
    <w:rsid w:val="00B077EC"/>
    <w:rsid w:val="00B11DD2"/>
    <w:rsid w:val="00B15B24"/>
    <w:rsid w:val="00B428DA"/>
    <w:rsid w:val="00B8247E"/>
    <w:rsid w:val="00B824C7"/>
    <w:rsid w:val="00BB54CD"/>
    <w:rsid w:val="00BD55FC"/>
    <w:rsid w:val="00BE3A37"/>
    <w:rsid w:val="00BE56DF"/>
    <w:rsid w:val="00C16D3B"/>
    <w:rsid w:val="00CA04AF"/>
    <w:rsid w:val="00CB6015"/>
    <w:rsid w:val="00CF3661"/>
    <w:rsid w:val="00D302F6"/>
    <w:rsid w:val="00D44AC2"/>
    <w:rsid w:val="00D46F42"/>
    <w:rsid w:val="00E401AE"/>
    <w:rsid w:val="00E63A55"/>
    <w:rsid w:val="00E66034"/>
    <w:rsid w:val="00E93C9B"/>
    <w:rsid w:val="00E970E9"/>
    <w:rsid w:val="00ED474C"/>
    <w:rsid w:val="00EE3F2F"/>
    <w:rsid w:val="00F5052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9FF15C5-62A6-494F-8597-D15C1ABF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551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191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ittees@iala-aism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im.vdh@iala-aism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8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 Bransby</dc:creator>
  <cp:keywords/>
  <cp:lastModifiedBy>Seamus Doyle</cp:lastModifiedBy>
  <cp:revision>10</cp:revision>
  <cp:lastPrinted>2006-10-19T10:49:00Z</cp:lastPrinted>
  <dcterms:created xsi:type="dcterms:W3CDTF">2017-04-27T19:08:00Z</dcterms:created>
  <dcterms:modified xsi:type="dcterms:W3CDTF">2017-07-27T20:13:00Z</dcterms:modified>
</cp:coreProperties>
</file>